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570EF" w14:textId="77777777" w:rsidR="00C74455" w:rsidRPr="00D06139" w:rsidRDefault="00B95456" w:rsidP="0069129C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1B2A556C" w14:textId="77777777" w:rsidR="008A5169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Système de conduites se composant de tuyaux et de raccords </w:t>
      </w:r>
      <w:r w:rsidR="00343E28" w:rsidRPr="00B95456">
        <w:rPr>
          <w:lang w:val="fr-BE"/>
        </w:rPr>
        <w:t xml:space="preserve">en acier </w:t>
      </w:r>
      <w:r w:rsidR="00343E28">
        <w:rPr>
          <w:lang w:val="fr-BE"/>
        </w:rPr>
        <w:t>inoxydable</w:t>
      </w:r>
      <w:r w:rsidRPr="00B95456">
        <w:rPr>
          <w:lang w:val="fr-BE"/>
        </w:rPr>
        <w:t>, qui sont assemblés selon un procédé de sertissage</w:t>
      </w:r>
      <w:r w:rsidR="00444B9B" w:rsidRPr="00B95456">
        <w:rPr>
          <w:lang w:val="fr-BE"/>
        </w:rPr>
        <w:t>.</w:t>
      </w:r>
    </w:p>
    <w:p w14:paraId="421BC67C" w14:textId="77777777" w:rsid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</w:p>
    <w:p w14:paraId="3E9A4A01" w14:textId="77777777" w:rsidR="00B95456" w:rsidRPr="00B95456" w:rsidRDefault="00B95456" w:rsidP="00A04040">
      <w:pPr>
        <w:pStyle w:val="Bulleted1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>Les tuyaux et les raccords doivent être de la même marque</w:t>
      </w:r>
      <w:r>
        <w:rPr>
          <w:lang w:val="fr-BE"/>
        </w:rPr>
        <w:t>.</w:t>
      </w:r>
    </w:p>
    <w:p w14:paraId="4015E2BA" w14:textId="77777777" w:rsidR="008A5169" w:rsidRPr="00D06139" w:rsidRDefault="00B95456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Matériaux et caractéristiques</w:t>
      </w:r>
    </w:p>
    <w:p w14:paraId="22A7D5A9" w14:textId="77777777" w:rsidR="00C74455" w:rsidRPr="00D06139" w:rsidRDefault="00B95456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Tuyaux</w:t>
      </w:r>
    </w:p>
    <w:p w14:paraId="1BBC70F0" w14:textId="77777777" w:rsidR="005949A3" w:rsidRPr="00B95456" w:rsidRDefault="00261B2A" w:rsidP="005949A3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tuyaux sont des tuyaux de précision soudés et à fine paroi, en acier inoxydable (composé de chrome</w:t>
      </w:r>
      <w:r w:rsidR="0004211A">
        <w:rPr>
          <w:lang w:val="fr-BE"/>
        </w:rPr>
        <w:t xml:space="preserve"> et </w:t>
      </w:r>
      <w:r w:rsidRPr="00261B2A">
        <w:rPr>
          <w:lang w:val="fr-BE"/>
        </w:rPr>
        <w:t>de nickel) ayant le numéro de matériau 1.4</w:t>
      </w:r>
      <w:r w:rsidR="009C7BEB">
        <w:rPr>
          <w:lang w:val="fr-BE"/>
        </w:rPr>
        <w:t>3</w:t>
      </w:r>
      <w:r w:rsidRPr="00261B2A">
        <w:rPr>
          <w:lang w:val="fr-BE"/>
        </w:rPr>
        <w:t>01 (AISI 3</w:t>
      </w:r>
      <w:r w:rsidR="009C7BEB">
        <w:rPr>
          <w:lang w:val="fr-BE"/>
        </w:rPr>
        <w:t>04</w:t>
      </w:r>
      <w:r w:rsidRPr="00261B2A">
        <w:rPr>
          <w:lang w:val="fr-BE"/>
        </w:rPr>
        <w:t>) conformes à la norme NBN EN 10088. La soudure est entièrement cristallisée et les tuyaux ont une superficie lisse</w:t>
      </w:r>
      <w:r w:rsidR="005949A3" w:rsidRPr="00B95456">
        <w:rPr>
          <w:lang w:val="fr-BE"/>
        </w:rPr>
        <w:t>.</w:t>
      </w:r>
    </w:p>
    <w:p w14:paraId="27457809" w14:textId="77777777" w:rsidR="005949A3" w:rsidRPr="00B95456" w:rsidRDefault="005949A3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ab/>
      </w:r>
    </w:p>
    <w:p w14:paraId="2F1ACABC" w14:textId="77777777" w:rsidR="00886585" w:rsidRPr="00B95456" w:rsidRDefault="00B95456" w:rsidP="005949A3">
      <w:pPr>
        <w:pStyle w:val="Bulleted2"/>
        <w:numPr>
          <w:ilvl w:val="0"/>
          <w:numId w:val="0"/>
        </w:numPr>
        <w:rPr>
          <w:lang w:val="fr-BE"/>
        </w:rPr>
      </w:pPr>
      <w:r w:rsidRPr="00B95456">
        <w:rPr>
          <w:lang w:val="fr-BE"/>
        </w:rPr>
        <w:t xml:space="preserve">Les tuyaux sont disponibles en longueurs de </w:t>
      </w:r>
      <w:smartTag w:uri="urn:schemas-microsoft-com:office:smarttags" w:element="metricconverter">
        <w:smartTagPr>
          <w:attr w:name="ProductID" w:val="6 m￨tres"/>
        </w:smartTagPr>
        <w:r w:rsidRPr="00B95456">
          <w:rPr>
            <w:lang w:val="fr-BE"/>
          </w:rPr>
          <w:t>6 mètres</w:t>
        </w:r>
      </w:smartTag>
      <w:r w:rsidRPr="00B95456">
        <w:rPr>
          <w:lang w:val="fr-BE"/>
        </w:rPr>
        <w:t xml:space="preserve"> pour les diamètres suivants</w:t>
      </w:r>
      <w:r w:rsidR="006C25BD" w:rsidRPr="00B95456">
        <w:rPr>
          <w:lang w:val="fr-BE"/>
        </w:rPr>
        <w:t xml:space="preserve">, </w:t>
      </w:r>
      <w:r>
        <w:rPr>
          <w:lang w:val="fr-BE"/>
        </w:rPr>
        <w:t>avec leurs épaisseurs de paroi</w:t>
      </w:r>
      <w:r w:rsidR="006C25BD" w:rsidRPr="00B95456">
        <w:rPr>
          <w:lang w:val="fr-BE"/>
        </w:rPr>
        <w:t>:</w:t>
      </w:r>
    </w:p>
    <w:p w14:paraId="31E0637E" w14:textId="77777777" w:rsidR="00886585" w:rsidRPr="00B95456" w:rsidRDefault="00886585" w:rsidP="006C25BD">
      <w:pPr>
        <w:pStyle w:val="Bulleted2"/>
        <w:numPr>
          <w:ilvl w:val="0"/>
          <w:numId w:val="0"/>
        </w:numPr>
        <w:rPr>
          <w:lang w:val="fr-B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702"/>
        <w:gridCol w:w="1417"/>
        <w:gridCol w:w="1559"/>
        <w:gridCol w:w="1701"/>
        <w:gridCol w:w="1418"/>
      </w:tblGrid>
      <w:tr w:rsidR="00B95456" w14:paraId="302FA41F" w14:textId="77777777" w:rsidTr="00B95456">
        <w:tc>
          <w:tcPr>
            <w:tcW w:w="1559" w:type="dxa"/>
          </w:tcPr>
          <w:p w14:paraId="0855A069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2" w:type="dxa"/>
          </w:tcPr>
          <w:p w14:paraId="57F78222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D482FB6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55B3F6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Diamètre (mm)</w:t>
            </w:r>
          </w:p>
        </w:tc>
        <w:tc>
          <w:tcPr>
            <w:tcW w:w="1701" w:type="dxa"/>
          </w:tcPr>
          <w:p w14:paraId="789BDD34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Epaisseur de paroi (mm)</w:t>
            </w:r>
          </w:p>
        </w:tc>
        <w:tc>
          <w:tcPr>
            <w:tcW w:w="1418" w:type="dxa"/>
          </w:tcPr>
          <w:p w14:paraId="0E821A17" w14:textId="77777777" w:rsidR="00B95456" w:rsidRDefault="00B95456" w:rsidP="00B95456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w:rsidR="00A52784" w14:paraId="1B3D2445" w14:textId="77777777" w:rsidTr="00B95456">
        <w:tc>
          <w:tcPr>
            <w:tcW w:w="1559" w:type="dxa"/>
          </w:tcPr>
          <w:p w14:paraId="2EB802D8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702" w:type="dxa"/>
          </w:tcPr>
          <w:p w14:paraId="6451DA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332BFC0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96FEF1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42</w:t>
            </w:r>
          </w:p>
        </w:tc>
        <w:tc>
          <w:tcPr>
            <w:tcW w:w="1701" w:type="dxa"/>
          </w:tcPr>
          <w:p w14:paraId="1634CDD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2CA056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</w:tr>
      <w:tr w:rsidR="00A52784" w14:paraId="2BBE548D" w14:textId="77777777" w:rsidTr="00B95456">
        <w:tc>
          <w:tcPr>
            <w:tcW w:w="1559" w:type="dxa"/>
          </w:tcPr>
          <w:p w14:paraId="13A5303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18</w:t>
            </w:r>
          </w:p>
        </w:tc>
        <w:tc>
          <w:tcPr>
            <w:tcW w:w="1702" w:type="dxa"/>
          </w:tcPr>
          <w:p w14:paraId="433804A6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1,0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7173D8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319F589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54</w:t>
            </w:r>
          </w:p>
        </w:tc>
        <w:tc>
          <w:tcPr>
            <w:tcW w:w="1701" w:type="dxa"/>
          </w:tcPr>
          <w:p w14:paraId="4916E483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0E4943E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</w:tr>
      <w:tr w:rsidR="00A52784" w14:paraId="0C864BBF" w14:textId="77777777" w:rsidTr="00B95456">
        <w:tc>
          <w:tcPr>
            <w:tcW w:w="1559" w:type="dxa"/>
          </w:tcPr>
          <w:p w14:paraId="3FBE6D14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22</w:t>
            </w:r>
          </w:p>
        </w:tc>
        <w:tc>
          <w:tcPr>
            <w:tcW w:w="1702" w:type="dxa"/>
          </w:tcPr>
          <w:p w14:paraId="076B7987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4121DAAD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4ACF0640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76,1</w:t>
            </w:r>
          </w:p>
        </w:tc>
        <w:tc>
          <w:tcPr>
            <w:tcW w:w="1701" w:type="dxa"/>
          </w:tcPr>
          <w:p w14:paraId="032F923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53089D4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65</w:t>
            </w:r>
          </w:p>
        </w:tc>
      </w:tr>
      <w:tr w:rsidR="00A52784" w14:paraId="4B46B88E" w14:textId="77777777" w:rsidTr="00B95456">
        <w:tc>
          <w:tcPr>
            <w:tcW w:w="1559" w:type="dxa"/>
          </w:tcPr>
          <w:p w14:paraId="1714832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28</w:t>
            </w:r>
          </w:p>
        </w:tc>
        <w:tc>
          <w:tcPr>
            <w:tcW w:w="1702" w:type="dxa"/>
          </w:tcPr>
          <w:p w14:paraId="08F9364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1,2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5BA529D2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A42552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88,9</w:t>
            </w:r>
          </w:p>
        </w:tc>
        <w:tc>
          <w:tcPr>
            <w:tcW w:w="1701" w:type="dxa"/>
          </w:tcPr>
          <w:p w14:paraId="0DCA6ACE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8" w:type="dxa"/>
          </w:tcPr>
          <w:p w14:paraId="297010F1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80</w:t>
            </w:r>
          </w:p>
        </w:tc>
      </w:tr>
      <w:tr w:rsidR="00A52784" w14:paraId="0CCA5D14" w14:textId="77777777" w:rsidTr="00B95456">
        <w:tc>
          <w:tcPr>
            <w:tcW w:w="1559" w:type="dxa"/>
          </w:tcPr>
          <w:p w14:paraId="7322F29B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35</w:t>
            </w:r>
          </w:p>
        </w:tc>
        <w:tc>
          <w:tcPr>
            <w:tcW w:w="1702" w:type="dxa"/>
          </w:tcPr>
          <w:p w14:paraId="1EC2080A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1,5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14:paraId="14BB387C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14:paraId="6D72A02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108</w:t>
            </w:r>
          </w:p>
        </w:tc>
        <w:tc>
          <w:tcPr>
            <w:tcW w:w="1701" w:type="dxa"/>
          </w:tcPr>
          <w:p w14:paraId="6176A6FF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8" w:type="dxa"/>
          </w:tcPr>
          <w:p w14:paraId="1FF172B5" w14:textId="77777777" w:rsidR="00A52784" w:rsidRDefault="00A52784" w:rsidP="00A52784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</w:tbl>
    <w:p w14:paraId="4A617B24" w14:textId="77777777" w:rsidR="006C25BD" w:rsidRDefault="006C25BD" w:rsidP="006C25BD">
      <w:pPr>
        <w:pStyle w:val="Bulleted2"/>
        <w:numPr>
          <w:ilvl w:val="0"/>
          <w:numId w:val="0"/>
        </w:numPr>
      </w:pPr>
    </w:p>
    <w:p w14:paraId="18BDFABC" w14:textId="77777777" w:rsidR="00685B7E" w:rsidRPr="00261B2A" w:rsidRDefault="00FF0BF8" w:rsidP="00886585">
      <w:pPr>
        <w:pStyle w:val="Bulleted2"/>
        <w:numPr>
          <w:ilvl w:val="0"/>
          <w:numId w:val="0"/>
        </w:numPr>
        <w:rPr>
          <w:lang w:val="fr-BE"/>
        </w:rPr>
      </w:pPr>
      <w:r w:rsidRPr="00FF0BF8">
        <w:rPr>
          <w:lang w:val="fr-BE"/>
        </w:rPr>
        <w:t>Les tuyaux portent au moins les inscriptions suivantes en couleur noire : marque, diamètre et numéro de matériau</w:t>
      </w:r>
      <w:r w:rsidR="00685B7E" w:rsidRPr="00261B2A">
        <w:rPr>
          <w:lang w:val="fr-BE"/>
        </w:rPr>
        <w:t>.</w:t>
      </w:r>
    </w:p>
    <w:p w14:paraId="4B48ABEE" w14:textId="77777777" w:rsidR="008A5169" w:rsidRPr="00D06139" w:rsidRDefault="00B95456" w:rsidP="008A5169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Raccords</w:t>
      </w:r>
    </w:p>
    <w:p w14:paraId="3DF894B0" w14:textId="77777777" w:rsidR="00B95456" w:rsidRPr="00B95456" w:rsidRDefault="00261B2A" w:rsidP="00B95456">
      <w:pPr>
        <w:pStyle w:val="Bulleted2"/>
        <w:numPr>
          <w:ilvl w:val="0"/>
          <w:numId w:val="0"/>
        </w:numPr>
        <w:rPr>
          <w:lang w:val="fr-BE"/>
        </w:rPr>
      </w:pPr>
      <w:r w:rsidRPr="00261B2A">
        <w:rPr>
          <w:lang w:val="fr-BE"/>
        </w:rPr>
        <w:t>Les raccords à sertir sans filetage sont composés d’acier inoxydable (de chrome, de nickel et de molybdène) ayant le numéro de matériau 1.4401 (AISI 316) conformes à la norme NBN EN 10088</w:t>
      </w:r>
      <w:r w:rsidR="00B95456" w:rsidRPr="00B95456">
        <w:rPr>
          <w:lang w:val="fr-BE"/>
        </w:rPr>
        <w:t>.</w:t>
      </w:r>
    </w:p>
    <w:p w14:paraId="046D0BDE" w14:textId="77777777" w:rsidR="00B95456" w:rsidRPr="00B95456" w:rsidRDefault="00B95456" w:rsidP="00B95456">
      <w:pPr>
        <w:pStyle w:val="Bulleted2"/>
        <w:numPr>
          <w:ilvl w:val="0"/>
          <w:numId w:val="0"/>
        </w:numPr>
        <w:rPr>
          <w:lang w:val="fr-BE"/>
        </w:rPr>
      </w:pPr>
    </w:p>
    <w:p w14:paraId="666CF4A6" w14:textId="77777777" w:rsidR="00CA1667" w:rsidRDefault="00D30542" w:rsidP="00F540A7">
      <w:pPr>
        <w:pStyle w:val="Bulleted2"/>
        <w:numPr>
          <w:ilvl w:val="0"/>
          <w:numId w:val="0"/>
        </w:numPr>
        <w:rPr>
          <w:lang w:val="fr-BE"/>
        </w:rPr>
      </w:pPr>
      <w:r>
        <w:rPr>
          <w:rFonts w:ascii="Helvetica 45 Light" w:hAnsi="Helvetica 45 Light"/>
          <w:color w:val="000000"/>
          <w:lang w:val="fr-BE"/>
        </w:rPr>
        <w:t xml:space="preserve">Les raccords à sertir possèdent un </w:t>
      </w:r>
      <w:r w:rsidRPr="00D30542">
        <w:rPr>
          <w:rFonts w:ascii="Helvetica 45 Light" w:hAnsi="Helvetica 45 Light"/>
          <w:color w:val="000000"/>
          <w:lang w:val="fr-BE"/>
        </w:rPr>
        <w:t xml:space="preserve">indicateur de sertissage (bague synthétique </w:t>
      </w:r>
      <w:r w:rsidR="00261B2A">
        <w:rPr>
          <w:rFonts w:ascii="Helvetica 45 Light" w:hAnsi="Helvetica 45 Light"/>
          <w:color w:val="000000"/>
          <w:lang w:val="fr-BE"/>
        </w:rPr>
        <w:t>bleue</w:t>
      </w:r>
      <w:r w:rsidRPr="00D30542">
        <w:rPr>
          <w:rFonts w:ascii="Helvetica 45 Light" w:hAnsi="Helvetica 45 Light"/>
          <w:color w:val="000000"/>
          <w:lang w:val="fr-BE"/>
        </w:rPr>
        <w:t xml:space="preserve"> d’une épaisseur de 40 µm) qui se détache du raccord après le sertissage et qui s’ôte manuellement</w:t>
      </w:r>
      <w:r w:rsidR="00CA1667" w:rsidRPr="00D30542">
        <w:rPr>
          <w:lang w:val="fr-BE"/>
        </w:rPr>
        <w:t>.</w:t>
      </w:r>
    </w:p>
    <w:p w14:paraId="7CF27C90" w14:textId="77777777" w:rsidR="00261B2A" w:rsidRPr="00D30542" w:rsidRDefault="00261B2A" w:rsidP="00F540A7">
      <w:pPr>
        <w:pStyle w:val="Bulleted2"/>
        <w:numPr>
          <w:ilvl w:val="0"/>
          <w:numId w:val="0"/>
        </w:numPr>
        <w:rPr>
          <w:lang w:val="fr-BE"/>
        </w:rPr>
      </w:pPr>
    </w:p>
    <w:p w14:paraId="7DA18E9A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raccords à sertir possèdent un </w:t>
      </w:r>
      <w:r w:rsidR="003C78B8" w:rsidRPr="003C78B8">
        <w:rPr>
          <w:i/>
          <w:iCs/>
          <w:highlight w:val="yellow"/>
          <w:lang w:val="fr-BE"/>
        </w:rPr>
        <w:t>à complétér avec type O-ring</w:t>
      </w:r>
      <w:r w:rsidR="003C78B8">
        <w:rPr>
          <w:i/>
          <w:iCs/>
          <w:highlight w:val="yellow"/>
          <w:lang w:val="fr-BE"/>
        </w:rPr>
        <w:t xml:space="preserve"> </w:t>
      </w:r>
      <w:r w:rsidR="003C78B8" w:rsidRPr="003C78B8">
        <w:rPr>
          <w:highlight w:val="yellow"/>
          <w:vertAlign w:val="superscript"/>
          <w:lang w:val="fr-BE"/>
        </w:rPr>
        <w:t>(1)</w:t>
      </w:r>
      <w:r w:rsidR="003C78B8" w:rsidRPr="003C78B8">
        <w:rPr>
          <w:lang w:val="fr-BE"/>
        </w:rPr>
        <w:t xml:space="preserve"> </w:t>
      </w:r>
      <w:r w:rsidRPr="00D30542">
        <w:rPr>
          <w:lang w:val="fr-BE"/>
        </w:rPr>
        <w:t>qui sert à un assemblage étanche du tuyau et du raccord à sertir</w:t>
      </w:r>
      <w:r w:rsidR="00F540A7" w:rsidRPr="00D30542">
        <w:rPr>
          <w:lang w:val="fr-BE"/>
        </w:rPr>
        <w:t>.</w:t>
      </w:r>
      <w:r w:rsidR="00CA1667" w:rsidRPr="00D30542">
        <w:rPr>
          <w:lang w:val="fr-BE"/>
        </w:rPr>
        <w:t xml:space="preserve">  </w:t>
      </w:r>
      <w:r w:rsidRPr="00261B2A">
        <w:rPr>
          <w:highlight w:val="yellow"/>
          <w:lang w:val="fr-BE"/>
        </w:rPr>
        <w:t xml:space="preserve">L’O-ring a </w:t>
      </w:r>
      <w:r w:rsidRPr="00BE0BB9">
        <w:rPr>
          <w:highlight w:val="yellow"/>
          <w:lang w:val="fr-BE"/>
        </w:rPr>
        <w:t xml:space="preserve">été conçu d’une manière telle que, lors de l’essai de pression, les assemblages non sertis sont aisément </w:t>
      </w:r>
      <w:r w:rsidRPr="003C78B8">
        <w:rPr>
          <w:highlight w:val="yellow"/>
          <w:lang w:val="fr-BE"/>
        </w:rPr>
        <w:t>détectés</w:t>
      </w:r>
      <w:r w:rsidR="003C78B8" w:rsidRPr="003C78B8">
        <w:rPr>
          <w:highlight w:val="yellow"/>
          <w:lang w:val="fr-BE"/>
        </w:rPr>
        <w:t>.</w:t>
      </w:r>
      <w:r w:rsidR="003C78B8">
        <w:rPr>
          <w:highlight w:val="yellow"/>
          <w:lang w:val="fr-BE"/>
        </w:rPr>
        <w:t xml:space="preserve"> </w:t>
      </w:r>
      <w:r w:rsidR="003C78B8" w:rsidRPr="00CF5D03">
        <w:rPr>
          <w:highlight w:val="yellow"/>
          <w:vertAlign w:val="superscript"/>
          <w:lang w:val="fr-BE"/>
        </w:rPr>
        <w:t>(2)</w:t>
      </w:r>
      <w:r w:rsidR="003C78B8" w:rsidRPr="00CF5D03">
        <w:rPr>
          <w:lang w:val="fr-BE"/>
        </w:rPr>
        <w:t xml:space="preserve">  </w:t>
      </w:r>
    </w:p>
    <w:p w14:paraId="39E8B889" w14:textId="77777777" w:rsidR="00CA1667" w:rsidRPr="00D30542" w:rsidRDefault="00D30542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Afin de protéger l’O-ring contre toute détérioration ou contamination, tous les raccords à sertir sont pourvus de bouchons de protection en PE, facilement détachables et réutilisables</w:t>
      </w:r>
      <w:r w:rsidR="00CA1667" w:rsidRPr="00D30542">
        <w:rPr>
          <w:lang w:val="fr-BE"/>
        </w:rPr>
        <w:t>.</w:t>
      </w:r>
    </w:p>
    <w:p w14:paraId="2FFC2CB9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lastRenderedPageBreak/>
        <w:tab/>
      </w:r>
    </w:p>
    <w:p w14:paraId="784C7D96" w14:textId="77777777" w:rsidR="00AA5855" w:rsidRPr="00D30542" w:rsidRDefault="00D30542" w:rsidP="00886585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L’indicateur de sertissage et le bouchon de protection indiquent le diamètre du manchon de sertissage</w:t>
      </w:r>
      <w:r>
        <w:rPr>
          <w:lang w:val="fr-BE"/>
        </w:rPr>
        <w:t>.</w:t>
      </w:r>
    </w:p>
    <w:p w14:paraId="297ACF2A" w14:textId="77777777" w:rsidR="008B6BB6" w:rsidRPr="00D06139" w:rsidRDefault="00D30542" w:rsidP="00F0523A">
      <w:pPr>
        <w:pStyle w:val="Heading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Assemblages</w:t>
      </w:r>
    </w:p>
    <w:p w14:paraId="676A58D8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Tuyaux et raccords sont assemblés selon le procédé de sertissage.</w:t>
      </w:r>
    </w:p>
    <w:p w14:paraId="75DF4775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11C5506A" w14:textId="77777777" w:rsidR="00CA1667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Lors d’un seul sertissage, le raccord à sertir et le tuyau sont déformés à 2 endroits (niveaux</w:t>
      </w:r>
      <w:r>
        <w:rPr>
          <w:lang w:val="fr-BE"/>
        </w:rPr>
        <w:t>)</w:t>
      </w:r>
      <w:r w:rsidR="00CA1667" w:rsidRPr="00D30542">
        <w:rPr>
          <w:lang w:val="fr-BE"/>
        </w:rPr>
        <w:t>:</w:t>
      </w:r>
    </w:p>
    <w:p w14:paraId="59AA9E31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018393AC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premier niveau: la déformation du raccord à sertir et du tuyau produit un verrouillage mécanique</w:t>
      </w:r>
      <w:r w:rsidR="00CA1667" w:rsidRPr="00D30542">
        <w:rPr>
          <w:lang w:val="fr-BE"/>
        </w:rPr>
        <w:t xml:space="preserve"> </w:t>
      </w:r>
    </w:p>
    <w:p w14:paraId="2FC4E71B" w14:textId="77777777" w:rsidR="00CA1667" w:rsidRPr="00D30542" w:rsidRDefault="00D30542" w:rsidP="00CA1667">
      <w:pPr>
        <w:pStyle w:val="Bulleted2"/>
        <w:numPr>
          <w:ilvl w:val="0"/>
          <w:numId w:val="29"/>
        </w:numPr>
        <w:rPr>
          <w:lang w:val="fr-BE"/>
        </w:rPr>
      </w:pPr>
      <w:r w:rsidRPr="00D30542">
        <w:rPr>
          <w:lang w:val="fr-BE"/>
        </w:rPr>
        <w:t>deuxième niveau: par la déformation du raccord à sertir à hauteur de la collerette, en même temps que du O-ring extensible, l’étanchéité est durable</w:t>
      </w:r>
      <w:r w:rsidR="00CA1667" w:rsidRPr="00D30542">
        <w:rPr>
          <w:lang w:val="fr-BE"/>
        </w:rPr>
        <w:t xml:space="preserve"> </w:t>
      </w:r>
    </w:p>
    <w:p w14:paraId="2FE2C470" w14:textId="77777777" w:rsidR="00CA1667" w:rsidRPr="00D30542" w:rsidRDefault="00CA1667" w:rsidP="00CA1667">
      <w:pPr>
        <w:pStyle w:val="Bulleted2"/>
        <w:numPr>
          <w:ilvl w:val="0"/>
          <w:numId w:val="0"/>
        </w:numPr>
        <w:rPr>
          <w:lang w:val="fr-BE"/>
        </w:rPr>
      </w:pPr>
    </w:p>
    <w:p w14:paraId="2996C28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Les raccordements à sertir ne peuvent être exécutés qu’avec des sertisseuses et des mâchoires de sertissage, ou des mordaches et des collerettes de sertissage, du fabricant des raccords à sertir, ou bien avec des sertisseuses et des mâchoires agrées par le fabricant des raccords à sertir.</w:t>
      </w:r>
    </w:p>
    <w:p w14:paraId="17B2BD2F" w14:textId="77777777" w:rsidR="00D30542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</w:p>
    <w:p w14:paraId="3F106C02" w14:textId="77777777" w:rsidR="005A598C" w:rsidRPr="00D30542" w:rsidRDefault="00D30542" w:rsidP="00D30542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 xml:space="preserve">Les mâchoires de sertissage et les collerettes de sertissage laissent une empreinte </w:t>
      </w:r>
      <w:r w:rsidRPr="00D30542">
        <w:rPr>
          <w:lang w:val="fr-FR"/>
        </w:rPr>
        <w:t xml:space="preserve">sur les raccords sertis afin </w:t>
      </w:r>
      <w:r w:rsidRPr="00D30542">
        <w:rPr>
          <w:lang w:val="fr-BE"/>
        </w:rPr>
        <w:t>d’identifier les mâchoires et collerettes utilisées</w:t>
      </w:r>
      <w:r w:rsidR="00CA1667" w:rsidRPr="00D30542">
        <w:rPr>
          <w:lang w:val="fr-BE"/>
        </w:rPr>
        <w:t>.</w:t>
      </w:r>
    </w:p>
    <w:p w14:paraId="740C6632" w14:textId="77777777" w:rsidR="008B6BB6" w:rsidRPr="00D06139" w:rsidRDefault="00D30542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 du système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588"/>
      </w:tblGrid>
      <w:tr w:rsidR="00FD410F" w:rsidRPr="00F433D4" w14:paraId="79C16D51" w14:textId="77777777" w:rsidTr="00D30542">
        <w:tc>
          <w:tcPr>
            <w:tcW w:w="4815" w:type="dxa"/>
          </w:tcPr>
          <w:p w14:paraId="1AB9900A" w14:textId="77777777" w:rsidR="00FD410F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Pression d’utilisation maximale</w:t>
            </w:r>
          </w:p>
        </w:tc>
        <w:tc>
          <w:tcPr>
            <w:tcW w:w="4588" w:type="dxa"/>
          </w:tcPr>
          <w:p w14:paraId="5BD79D7B" w14:textId="77777777" w:rsidR="00FD410F" w:rsidRPr="001C49B8" w:rsidRDefault="00D30542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>En fonction de l’application</w:t>
            </w:r>
            <w:r w:rsidR="001C49B8" w:rsidRPr="001C49B8">
              <w:rPr>
                <w:i/>
                <w:iCs/>
                <w:highlight w:val="yellow"/>
                <w:lang w:val="fr-BE"/>
              </w:rPr>
              <w:t xml:space="preserve"> (voir tableaux d’utilisation) </w:t>
            </w:r>
            <w:r w:rsidR="001C49B8" w:rsidRPr="001C49B8">
              <w:rPr>
                <w:i/>
                <w:iCs/>
                <w:highlight w:val="yellow"/>
                <w:vertAlign w:val="superscript"/>
                <w:lang w:val="fr-BE"/>
              </w:rPr>
              <w:t>(3)</w:t>
            </w:r>
          </w:p>
        </w:tc>
      </w:tr>
      <w:tr w:rsidR="008B6BB6" w:rsidRPr="00F433D4" w14:paraId="7FB19E50" w14:textId="77777777" w:rsidTr="00D30542">
        <w:tc>
          <w:tcPr>
            <w:tcW w:w="4815" w:type="dxa"/>
          </w:tcPr>
          <w:p w14:paraId="0C8BC360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 w:rsidRPr="00D30542">
              <w:rPr>
                <w:lang w:val="fr-BE"/>
              </w:rPr>
              <w:t>Température de service</w:t>
            </w:r>
          </w:p>
        </w:tc>
        <w:tc>
          <w:tcPr>
            <w:tcW w:w="4588" w:type="dxa"/>
          </w:tcPr>
          <w:p w14:paraId="68D2F298" w14:textId="77777777" w:rsidR="008B6BB6" w:rsidRPr="001C49B8" w:rsidRDefault="001C49B8" w:rsidP="008B6BB6">
            <w:pPr>
              <w:pStyle w:val="Bulleted2"/>
              <w:numPr>
                <w:ilvl w:val="0"/>
                <w:numId w:val="0"/>
              </w:numPr>
              <w:rPr>
                <w:highlight w:val="yellow"/>
                <w:lang w:val="fr-BE"/>
              </w:rPr>
            </w:pPr>
            <w:r w:rsidRPr="001C49B8">
              <w:rPr>
                <w:i/>
                <w:iCs/>
                <w:highlight w:val="yellow"/>
                <w:lang w:val="fr-BE"/>
              </w:rPr>
              <w:t xml:space="preserve">En fonction de l’application (voir tableaux d’utilisation) 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(</w:t>
            </w:r>
            <w:r>
              <w:rPr>
                <w:i/>
                <w:iCs/>
                <w:highlight w:val="yellow"/>
                <w:vertAlign w:val="superscript"/>
                <w:lang w:val="fr-BE"/>
              </w:rPr>
              <w:t>4</w:t>
            </w:r>
            <w:r w:rsidRPr="001C49B8">
              <w:rPr>
                <w:i/>
                <w:iCs/>
                <w:highlight w:val="yellow"/>
                <w:vertAlign w:val="superscript"/>
                <w:lang w:val="fr-BE"/>
              </w:rPr>
              <w:t>)</w:t>
            </w:r>
          </w:p>
        </w:tc>
      </w:tr>
      <w:tr w:rsidR="008B6BB6" w14:paraId="2A450EE0" w14:textId="77777777" w:rsidTr="00D30542">
        <w:tc>
          <w:tcPr>
            <w:tcW w:w="4815" w:type="dxa"/>
          </w:tcPr>
          <w:p w14:paraId="5C134EE2" w14:textId="77777777" w:rsidR="008B6BB6" w:rsidRDefault="00D30542" w:rsidP="008B6BB6">
            <w:pPr>
              <w:pStyle w:val="Bulleted2"/>
              <w:numPr>
                <w:ilvl w:val="0"/>
                <w:numId w:val="0"/>
              </w:numPr>
            </w:pPr>
            <w:r>
              <w:t>Classe d’incendie</w:t>
            </w:r>
          </w:p>
        </w:tc>
        <w:tc>
          <w:tcPr>
            <w:tcW w:w="4588" w:type="dxa"/>
          </w:tcPr>
          <w:p w14:paraId="6BC61CA0" w14:textId="77777777" w:rsidR="008B6BB6" w:rsidRDefault="00CA1667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A1 </w:t>
            </w:r>
            <w:r w:rsidR="00D30542">
              <w:t>selon</w:t>
            </w:r>
            <w:r>
              <w:t xml:space="preserve"> NBN EN 13501</w:t>
            </w:r>
          </w:p>
        </w:tc>
      </w:tr>
      <w:tr w:rsidR="00FD410F" w14:paraId="0AF35F8F" w14:textId="77777777" w:rsidTr="00D30542">
        <w:tc>
          <w:tcPr>
            <w:tcW w:w="4815" w:type="dxa"/>
          </w:tcPr>
          <w:p w14:paraId="36587ED1" w14:textId="77777777" w:rsidR="00FD410F" w:rsidRPr="00D30542" w:rsidRDefault="00D30542" w:rsidP="008B6BB6">
            <w:pPr>
              <w:pStyle w:val="Bulleted2"/>
              <w:numPr>
                <w:ilvl w:val="0"/>
                <w:numId w:val="0"/>
              </w:numPr>
              <w:rPr>
                <w:lang w:val="fr-BE"/>
              </w:rPr>
            </w:pPr>
            <w:r w:rsidRPr="00D30542">
              <w:rPr>
                <w:lang w:val="fr-BE"/>
              </w:rPr>
              <w:t xml:space="preserve">Coeff. de dilatation thermique du tuyau </w:t>
            </w:r>
            <w:r w:rsidR="005A598C" w:rsidRPr="00D30542">
              <w:rPr>
                <w:lang w:val="fr-BE"/>
              </w:rPr>
              <w:t>(</w:t>
            </w:r>
            <w:r w:rsidR="005A598C" w:rsidRPr="005A598C">
              <w:rPr>
                <w:lang w:val="nl-BE"/>
              </w:rPr>
              <w:sym w:font="Symbol" w:char="F061"/>
            </w:r>
            <w:r w:rsidR="005A598C" w:rsidRPr="00D30542">
              <w:rPr>
                <w:lang w:val="fr-BE"/>
              </w:rPr>
              <w:t>)</w:t>
            </w:r>
          </w:p>
        </w:tc>
        <w:tc>
          <w:tcPr>
            <w:tcW w:w="4588" w:type="dxa"/>
          </w:tcPr>
          <w:p w14:paraId="7C05F0CA" w14:textId="77777777"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</w:t>
            </w:r>
            <w:r w:rsidR="005A598C">
              <w:t>0</w:t>
            </w:r>
            <w:r w:rsidR="00CA1667">
              <w:t>1</w:t>
            </w:r>
            <w:r w:rsidR="00261B2A">
              <w:t>6</w:t>
            </w:r>
            <w:r w:rsidR="00CA1667">
              <w:t xml:space="preserve"> </w:t>
            </w:r>
            <w:r>
              <w:t>mm/mK</w:t>
            </w:r>
          </w:p>
        </w:tc>
      </w:tr>
    </w:tbl>
    <w:p w14:paraId="35A5B343" w14:textId="77777777" w:rsidR="00FD410F" w:rsidRPr="00D06139" w:rsidRDefault="00D30542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30DAE1AA" w14:textId="77777777" w:rsidR="00FD410F" w:rsidRDefault="00D30542" w:rsidP="00FD410F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Selon les directives du fabricant</w:t>
      </w:r>
      <w:r w:rsidR="00FD410F" w:rsidRPr="00D30542">
        <w:rPr>
          <w:lang w:val="fr-BE"/>
        </w:rPr>
        <w:t>.</w:t>
      </w:r>
    </w:p>
    <w:p w14:paraId="581005CE" w14:textId="77777777" w:rsidR="00464107" w:rsidRDefault="00464107" w:rsidP="00FD410F">
      <w:pPr>
        <w:pStyle w:val="Bulleted2"/>
        <w:numPr>
          <w:ilvl w:val="0"/>
          <w:numId w:val="0"/>
        </w:numPr>
        <w:rPr>
          <w:lang w:val="fr-BE"/>
        </w:rPr>
      </w:pPr>
    </w:p>
    <w:p w14:paraId="1AA2F978" w14:textId="42A73551" w:rsidR="001C49B8" w:rsidRDefault="00464107" w:rsidP="0069129C">
      <w:pPr>
        <w:pStyle w:val="Bulleted2"/>
        <w:numPr>
          <w:ilvl w:val="0"/>
          <w:numId w:val="0"/>
        </w:numPr>
        <w:rPr>
          <w:lang w:val="fr-BE"/>
        </w:rPr>
      </w:pPr>
      <w:r w:rsidRPr="00D30542">
        <w:rPr>
          <w:lang w:val="fr-BE"/>
        </w:rPr>
        <w:t>Tous les raccords à sertir et les tuyaux doivent être protégés s’ils sont placés dans des dalles de béton, en chapes, en mortier</w:t>
      </w:r>
      <w:r w:rsidRPr="00D30542">
        <w:rPr>
          <w:lang w:val="fr-FR"/>
        </w:rPr>
        <w:t>,</w:t>
      </w:r>
      <w:r w:rsidRPr="00D30542">
        <w:rPr>
          <w:lang w:val="fr-BE"/>
        </w:rPr>
        <w:t xml:space="preserve"> dans des mûrs, ou quant à l’exposition à un environnement de fluides agressifs.</w:t>
      </w:r>
    </w:p>
    <w:p w14:paraId="2F51F65A" w14:textId="77777777" w:rsidR="00F433D4" w:rsidRPr="00D06139" w:rsidRDefault="00F433D4" w:rsidP="00F433D4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Certification</w:t>
      </w:r>
    </w:p>
    <w:p w14:paraId="0E71F456" w14:textId="77777777" w:rsidR="00F433D4" w:rsidRDefault="00F433D4" w:rsidP="00F433D4">
      <w:pPr>
        <w:pStyle w:val="Bulleted2"/>
        <w:numPr>
          <w:ilvl w:val="0"/>
          <w:numId w:val="0"/>
        </w:numPr>
        <w:rPr>
          <w:lang w:val="fr-BE"/>
        </w:rPr>
      </w:pPr>
    </w:p>
    <w:p w14:paraId="44B73ADE" w14:textId="77777777" w:rsidR="00F433D4" w:rsidRDefault="00F433D4" w:rsidP="00F433D4">
      <w:pPr>
        <w:pStyle w:val="Bulleted2"/>
        <w:numPr>
          <w:ilvl w:val="0"/>
          <w:numId w:val="0"/>
        </w:numPr>
        <w:tabs>
          <w:tab w:val="left" w:pos="708"/>
        </w:tabs>
        <w:rPr>
          <w:lang w:val="en-US"/>
        </w:rPr>
      </w:pPr>
      <w:bookmarkStart w:id="0" w:name="_Hlk61446095"/>
      <w:bookmarkStart w:id="1" w:name="_Hlk61446233"/>
      <w:r>
        <w:rPr>
          <w:lang w:val="en-US"/>
        </w:rPr>
        <w:t>Le produit possède un EPD (Environmental Product Declaration) selon la norme EN15804</w:t>
      </w:r>
      <w:bookmarkEnd w:id="0"/>
      <w:r>
        <w:rPr>
          <w:lang w:val="en-US"/>
        </w:rPr>
        <w:t>.</w:t>
      </w:r>
      <w:bookmarkEnd w:id="1"/>
    </w:p>
    <w:p w14:paraId="79492557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62A7604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5FE313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3B33345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2CC2B68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4E25348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9A1C80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E826F7C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CFBA676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2DE27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0455FB2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18FB2D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30CC04F9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1DE7807A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55388EC0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5C9520F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475E0262" w14:textId="77777777" w:rsidR="001C49B8" w:rsidRDefault="001C49B8" w:rsidP="0069129C">
      <w:pPr>
        <w:pStyle w:val="Bulleted2"/>
        <w:numPr>
          <w:ilvl w:val="0"/>
          <w:numId w:val="0"/>
        </w:numPr>
        <w:rPr>
          <w:lang w:val="fr-BE"/>
        </w:rPr>
      </w:pPr>
    </w:p>
    <w:p w14:paraId="7C8E4A08" w14:textId="77777777" w:rsidR="001C49B8" w:rsidRPr="00CF5D03" w:rsidRDefault="001C49B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CF5D03">
        <w:rPr>
          <w:highlight w:val="yellow"/>
          <w:vertAlign w:val="superscript"/>
          <w:lang w:val="fr-BE"/>
        </w:rPr>
        <w:t>“ O-ring</w:t>
      </w:r>
      <w:r w:rsidR="004957D8" w:rsidRPr="00CF5D03">
        <w:rPr>
          <w:highlight w:val="yellow"/>
          <w:vertAlign w:val="superscript"/>
          <w:lang w:val="fr-BE"/>
        </w:rPr>
        <w:t xml:space="preserve"> noir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CIIR” of “O-ring</w:t>
      </w:r>
      <w:r w:rsidR="004957D8" w:rsidRPr="00CF5D03">
        <w:rPr>
          <w:highlight w:val="yellow"/>
          <w:vertAlign w:val="superscript"/>
          <w:lang w:val="fr-BE"/>
        </w:rPr>
        <w:t xml:space="preserve"> bleu</w:t>
      </w:r>
      <w:r w:rsidRPr="00CF5D03">
        <w:rPr>
          <w:highlight w:val="yellow"/>
          <w:vertAlign w:val="superscript"/>
          <w:lang w:val="fr-BE"/>
        </w:rPr>
        <w:t xml:space="preserve"> </w:t>
      </w:r>
      <w:r w:rsidR="004957D8" w:rsidRPr="00CF5D03">
        <w:rPr>
          <w:highlight w:val="yellow"/>
          <w:vertAlign w:val="superscript"/>
          <w:lang w:val="fr-BE"/>
        </w:rPr>
        <w:t>en</w:t>
      </w:r>
      <w:r w:rsidRPr="00CF5D03">
        <w:rPr>
          <w:highlight w:val="yellow"/>
          <w:vertAlign w:val="superscript"/>
          <w:lang w:val="fr-BE"/>
        </w:rPr>
        <w:t xml:space="preserve"> FKM”</w:t>
      </w:r>
      <w:r w:rsidR="00CF5D03" w:rsidRPr="00CF5D03">
        <w:rPr>
          <w:highlight w:val="yellow"/>
          <w:vertAlign w:val="superscript"/>
          <w:lang w:val="fr-BE"/>
        </w:rPr>
        <w:t xml:space="preserve"> (voir tableaux d’</w:t>
      </w:r>
      <w:r w:rsidR="00CF5D03">
        <w:rPr>
          <w:highlight w:val="yellow"/>
          <w:vertAlign w:val="superscript"/>
          <w:lang w:val="fr-BE"/>
        </w:rPr>
        <w:t>utilisation)</w:t>
      </w:r>
    </w:p>
    <w:p w14:paraId="79BB0C57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 xml:space="preserve">à omettre en cas d’un </w:t>
      </w:r>
      <w:r w:rsidR="001C49B8" w:rsidRPr="004957D8">
        <w:rPr>
          <w:highlight w:val="yellow"/>
          <w:vertAlign w:val="superscript"/>
          <w:lang w:val="fr-BE"/>
        </w:rPr>
        <w:t xml:space="preserve">O-ring </w:t>
      </w:r>
      <w:r w:rsidRPr="004957D8">
        <w:rPr>
          <w:highlight w:val="yellow"/>
          <w:vertAlign w:val="superscript"/>
          <w:lang w:val="fr-BE"/>
        </w:rPr>
        <w:t>bleu en</w:t>
      </w:r>
      <w:r w:rsidR="001C49B8" w:rsidRPr="004957D8">
        <w:rPr>
          <w:highlight w:val="yellow"/>
          <w:vertAlign w:val="superscript"/>
          <w:lang w:val="fr-BE"/>
        </w:rPr>
        <w:t xml:space="preserve"> FKM</w:t>
      </w:r>
    </w:p>
    <w:p w14:paraId="17D55421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Pression de service maximale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6E092677" w14:textId="77777777" w:rsidR="00891F10" w:rsidRPr="009C7BEB" w:rsidRDefault="009C7BEB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</w:t>
      </w:r>
      <w:r w:rsidR="004957D8" w:rsidRPr="00891F10">
        <w:rPr>
          <w:highlight w:val="yellow"/>
          <w:vertAlign w:val="superscript"/>
          <w:lang w:val="fr-BE"/>
        </w:rPr>
        <w:t>efroidissement</w:t>
      </w:r>
      <w:r>
        <w:rPr>
          <w:highlight w:val="yellow"/>
          <w:vertAlign w:val="superscript"/>
          <w:lang w:val="fr-BE"/>
        </w:rPr>
        <w:t xml:space="preserve"> et </w:t>
      </w:r>
      <w:r w:rsidR="004957D8" w:rsidRPr="00891F10">
        <w:rPr>
          <w:highlight w:val="yellow"/>
          <w:vertAlign w:val="superscript"/>
          <w:lang w:val="fr-BE"/>
        </w:rPr>
        <w:t>chauffage</w:t>
      </w:r>
      <w:r w:rsidR="001C49B8" w:rsidRPr="00891F10">
        <w:rPr>
          <w:highlight w:val="yellow"/>
          <w:vertAlign w:val="superscript"/>
          <w:lang w:val="fr-BE"/>
        </w:rPr>
        <w:t>: 16 bar</w:t>
      </w:r>
    </w:p>
    <w:p w14:paraId="70159113" w14:textId="77777777" w:rsidR="001C49B8" w:rsidRPr="004957D8" w:rsidRDefault="004957D8" w:rsidP="001C49B8">
      <w:pPr>
        <w:pStyle w:val="Bulleted2"/>
        <w:numPr>
          <w:ilvl w:val="0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Température de service pour applications courantes</w:t>
      </w:r>
      <w:r w:rsidR="00CF5D03">
        <w:rPr>
          <w:highlight w:val="yellow"/>
          <w:vertAlign w:val="superscript"/>
          <w:lang w:val="fr-BE"/>
        </w:rPr>
        <w:t xml:space="preserve"> (voir tableaux d’utilisation)</w:t>
      </w:r>
      <w:r w:rsidR="001C49B8" w:rsidRPr="004957D8">
        <w:rPr>
          <w:highlight w:val="yellow"/>
          <w:vertAlign w:val="superscript"/>
          <w:lang w:val="fr-BE"/>
        </w:rPr>
        <w:t>:</w:t>
      </w:r>
    </w:p>
    <w:p w14:paraId="066B6AD6" w14:textId="77777777" w:rsidR="001C49B8" w:rsidRPr="004957D8" w:rsidRDefault="009C7BEB" w:rsidP="001C49B8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>
        <w:rPr>
          <w:highlight w:val="yellow"/>
          <w:vertAlign w:val="superscript"/>
          <w:lang w:val="fr-BE"/>
        </w:rPr>
        <w:t>Refroidissement</w:t>
      </w:r>
      <w:r w:rsidR="004957D8" w:rsidRPr="004957D8">
        <w:rPr>
          <w:highlight w:val="yellow"/>
          <w:vertAlign w:val="superscript"/>
          <w:lang w:val="fr-BE"/>
        </w:rPr>
        <w:t xml:space="preserve"> </w:t>
      </w:r>
      <w:r w:rsidR="00891F10">
        <w:rPr>
          <w:highlight w:val="yellow"/>
          <w:vertAlign w:val="superscript"/>
          <w:lang w:val="fr-BE"/>
        </w:rPr>
        <w:t xml:space="preserve">sans anti-gel </w:t>
      </w:r>
      <w:r w:rsidR="004957D8" w:rsidRPr="004957D8">
        <w:rPr>
          <w:highlight w:val="yellow"/>
          <w:vertAlign w:val="superscript"/>
          <w:lang w:val="fr-BE"/>
        </w:rPr>
        <w:t>et chauffage</w:t>
      </w:r>
      <w:r w:rsidR="001C49B8" w:rsidRPr="004957D8">
        <w:rPr>
          <w:highlight w:val="yellow"/>
          <w:vertAlign w:val="superscript"/>
          <w:lang w:val="fr-BE"/>
        </w:rPr>
        <w:t>: 0°C – 100°C</w:t>
      </w:r>
    </w:p>
    <w:p w14:paraId="61EE3AA1" w14:textId="77777777" w:rsidR="001C49B8" w:rsidRPr="009C7BEB" w:rsidRDefault="004957D8" w:rsidP="009C7BEB">
      <w:pPr>
        <w:pStyle w:val="Bulleted2"/>
        <w:numPr>
          <w:ilvl w:val="1"/>
          <w:numId w:val="32"/>
        </w:numPr>
        <w:rPr>
          <w:highlight w:val="yellow"/>
          <w:vertAlign w:val="superscript"/>
          <w:lang w:val="fr-BE"/>
        </w:rPr>
      </w:pPr>
      <w:r w:rsidRPr="004957D8">
        <w:rPr>
          <w:highlight w:val="yellow"/>
          <w:vertAlign w:val="superscript"/>
          <w:lang w:val="fr-BE"/>
        </w:rPr>
        <w:t>Refroidissement avec anti-gel</w:t>
      </w:r>
      <w:r w:rsidR="001C49B8" w:rsidRPr="004957D8">
        <w:rPr>
          <w:highlight w:val="yellow"/>
          <w:vertAlign w:val="superscript"/>
          <w:lang w:val="fr-BE"/>
        </w:rPr>
        <w:t>: -30°C – 120°C</w:t>
      </w:r>
    </w:p>
    <w:sectPr w:rsidR="001C49B8" w:rsidRPr="009C7BEB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52712" w14:textId="77777777" w:rsidR="00F83669" w:rsidRDefault="00F83669">
      <w:r>
        <w:separator/>
      </w:r>
    </w:p>
  </w:endnote>
  <w:endnote w:type="continuationSeparator" w:id="0">
    <w:p w14:paraId="5B63E033" w14:textId="77777777" w:rsidR="00F83669" w:rsidRDefault="00F8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52848" w14:textId="77777777" w:rsidR="00A52784" w:rsidRDefault="00A527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678C66C" w14:textId="77777777">
      <w:tc>
        <w:tcPr>
          <w:tcW w:w="3392" w:type="dxa"/>
        </w:tcPr>
        <w:p w14:paraId="43B9503B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>versi</w:t>
          </w:r>
          <w:r w:rsidR="00B95456">
            <w:rPr>
              <w:rFonts w:cs="Arial"/>
            </w:rPr>
            <w:t>on</w:t>
          </w:r>
          <w:r>
            <w:rPr>
              <w:rFonts w:cs="Arial"/>
            </w:rPr>
            <w:t xml:space="preserve">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3747D0A2" w14:textId="77777777" w:rsidR="00025544" w:rsidRPr="00D06139" w:rsidRDefault="00B95456">
          <w:pPr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cahier de charge</w:t>
          </w:r>
        </w:p>
      </w:tc>
      <w:tc>
        <w:tcPr>
          <w:tcW w:w="3392" w:type="dxa"/>
        </w:tcPr>
        <w:p w14:paraId="591BB197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3260EB89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1B62" w14:textId="77777777" w:rsidR="00A52784" w:rsidRDefault="00A527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16BF" w14:textId="77777777" w:rsidR="00F83669" w:rsidRDefault="00F83669">
      <w:r>
        <w:separator/>
      </w:r>
    </w:p>
  </w:footnote>
  <w:footnote w:type="continuationSeparator" w:id="0">
    <w:p w14:paraId="108BBDA2" w14:textId="77777777" w:rsidR="00F83669" w:rsidRDefault="00F83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2631" w14:textId="77777777" w:rsidR="00A52784" w:rsidRDefault="00A527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F65" w14:textId="77777777" w:rsidR="00813161" w:rsidRDefault="00025544" w:rsidP="00080B0F">
    <w:pPr>
      <w:pStyle w:val="Header"/>
      <w:rPr>
        <w:rFonts w:ascii="Arial" w:hAnsi="Arial" w:cs="Arial"/>
        <w:b/>
      </w:rPr>
    </w:pPr>
    <w:r w:rsidRPr="00D06139">
      <w:rPr>
        <w:rFonts w:ascii="Arial" w:hAnsi="Arial" w:cs="Arial"/>
        <w:b/>
      </w:rPr>
      <w:t xml:space="preserve">Geberit </w:t>
    </w:r>
    <w:r w:rsidR="00886585">
      <w:rPr>
        <w:rFonts w:ascii="Arial" w:hAnsi="Arial" w:cs="Arial"/>
        <w:b/>
      </w:rPr>
      <w:t>M</w:t>
    </w:r>
    <w:r w:rsidR="005D1729">
      <w:rPr>
        <w:rFonts w:ascii="Arial" w:hAnsi="Arial" w:cs="Arial"/>
        <w:b/>
      </w:rPr>
      <w:t xml:space="preserve">apress </w:t>
    </w:r>
    <w:r w:rsidR="00B95456">
      <w:rPr>
        <w:rFonts w:ascii="Arial" w:hAnsi="Arial" w:cs="Arial"/>
        <w:b/>
      </w:rPr>
      <w:t>Acier</w:t>
    </w:r>
    <w:r w:rsidR="00261B2A">
      <w:rPr>
        <w:rFonts w:ascii="Arial" w:hAnsi="Arial" w:cs="Arial"/>
        <w:b/>
      </w:rPr>
      <w:t xml:space="preserve"> Inoxydable</w:t>
    </w:r>
    <w:r w:rsidR="00813161">
      <w:rPr>
        <w:rFonts w:ascii="Arial" w:hAnsi="Arial" w:cs="Arial"/>
        <w:b/>
      </w:rPr>
      <w:tab/>
    </w:r>
    <w:r w:rsidR="00C2365C">
      <w:rPr>
        <w:rFonts w:ascii="Arial" w:hAnsi="Arial" w:cs="Arial"/>
        <w:b/>
      </w:rPr>
      <w:t xml:space="preserve"> </w:t>
    </w:r>
    <w:r w:rsidR="00813161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53548E1" wp14:editId="7839D26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F4E37" w14:textId="77777777" w:rsidR="00025544" w:rsidRPr="00C2365C" w:rsidRDefault="00261B2A" w:rsidP="00080B0F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>1.4</w:t>
    </w:r>
    <w:r w:rsidR="00410AD0">
      <w:rPr>
        <w:rFonts w:ascii="Arial" w:hAnsi="Arial" w:cs="Arial"/>
        <w:b/>
      </w:rPr>
      <w:t>3</w:t>
    </w:r>
    <w:r>
      <w:rPr>
        <w:rFonts w:ascii="Arial" w:hAnsi="Arial" w:cs="Arial"/>
        <w:b/>
      </w:rPr>
      <w:t>01</w:t>
    </w:r>
    <w:r w:rsidR="007653FE"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DEA1" w14:textId="77777777" w:rsidR="00A52784" w:rsidRDefault="00A527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0952E6E"/>
    <w:multiLevelType w:val="hybridMultilevel"/>
    <w:tmpl w:val="93627A44"/>
    <w:lvl w:ilvl="0" w:tplc="E63E64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63673820"/>
    <w:multiLevelType w:val="hybridMultilevel"/>
    <w:tmpl w:val="338A9A66"/>
    <w:lvl w:ilvl="0" w:tplc="8626C73E">
      <w:start w:val="1"/>
      <w:numFmt w:val="decimal"/>
      <w:lvlText w:val="(%1)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29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4"/>
  </w:num>
  <w:num w:numId="9">
    <w:abstractNumId w:val="31"/>
  </w:num>
  <w:num w:numId="10">
    <w:abstractNumId w:val="2"/>
  </w:num>
  <w:num w:numId="11">
    <w:abstractNumId w:val="14"/>
  </w:num>
  <w:num w:numId="12">
    <w:abstractNumId w:val="13"/>
  </w:num>
  <w:num w:numId="13">
    <w:abstractNumId w:val="30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16"/>
  </w:num>
  <w:num w:numId="23">
    <w:abstractNumId w:val="29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3"/>
  </w:num>
  <w:num w:numId="30">
    <w:abstractNumId w:val="12"/>
  </w:num>
  <w:num w:numId="31">
    <w:abstractNumId w:val="28"/>
  </w:num>
  <w:num w:numId="32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211A"/>
    <w:rsid w:val="00045470"/>
    <w:rsid w:val="00045D39"/>
    <w:rsid w:val="00046B13"/>
    <w:rsid w:val="00046FF8"/>
    <w:rsid w:val="00050CA3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3A0C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5546"/>
    <w:rsid w:val="001B72F7"/>
    <w:rsid w:val="001B76D0"/>
    <w:rsid w:val="001C49B8"/>
    <w:rsid w:val="001C502F"/>
    <w:rsid w:val="001C5873"/>
    <w:rsid w:val="001C76B6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61B2A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B3A39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43E28"/>
    <w:rsid w:val="00347F70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B1975"/>
    <w:rsid w:val="003C146E"/>
    <w:rsid w:val="003C209B"/>
    <w:rsid w:val="003C78B8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0AD0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4CF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64107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57D8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949A3"/>
    <w:rsid w:val="005A1279"/>
    <w:rsid w:val="005A134F"/>
    <w:rsid w:val="005A3712"/>
    <w:rsid w:val="005A598C"/>
    <w:rsid w:val="005A687F"/>
    <w:rsid w:val="005B0D0E"/>
    <w:rsid w:val="005C40C8"/>
    <w:rsid w:val="005C419B"/>
    <w:rsid w:val="005C6CB1"/>
    <w:rsid w:val="005C7B14"/>
    <w:rsid w:val="005D1729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4A21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25BD"/>
    <w:rsid w:val="006C4699"/>
    <w:rsid w:val="006C7C5F"/>
    <w:rsid w:val="006D2489"/>
    <w:rsid w:val="006D7788"/>
    <w:rsid w:val="006E0062"/>
    <w:rsid w:val="006E4D48"/>
    <w:rsid w:val="006F5EDD"/>
    <w:rsid w:val="006F727D"/>
    <w:rsid w:val="0071043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B4568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0781"/>
    <w:rsid w:val="00813161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6585"/>
    <w:rsid w:val="00891F10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C7BEB"/>
    <w:rsid w:val="009D193F"/>
    <w:rsid w:val="009D59B3"/>
    <w:rsid w:val="009E1CF1"/>
    <w:rsid w:val="009E3716"/>
    <w:rsid w:val="009E52FC"/>
    <w:rsid w:val="009E6743"/>
    <w:rsid w:val="009F0F4E"/>
    <w:rsid w:val="009F3A2E"/>
    <w:rsid w:val="009F5613"/>
    <w:rsid w:val="009F74ED"/>
    <w:rsid w:val="00A04040"/>
    <w:rsid w:val="00A20762"/>
    <w:rsid w:val="00A2142F"/>
    <w:rsid w:val="00A344C3"/>
    <w:rsid w:val="00A43303"/>
    <w:rsid w:val="00A44868"/>
    <w:rsid w:val="00A45E60"/>
    <w:rsid w:val="00A50286"/>
    <w:rsid w:val="00A52784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A5855"/>
    <w:rsid w:val="00AB6EEB"/>
    <w:rsid w:val="00AC70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DC1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5456"/>
    <w:rsid w:val="00BA062A"/>
    <w:rsid w:val="00BB5D16"/>
    <w:rsid w:val="00BC022E"/>
    <w:rsid w:val="00BC05F8"/>
    <w:rsid w:val="00BC2DA3"/>
    <w:rsid w:val="00BC4714"/>
    <w:rsid w:val="00BC4952"/>
    <w:rsid w:val="00BC68FC"/>
    <w:rsid w:val="00BC6BD7"/>
    <w:rsid w:val="00BC75A7"/>
    <w:rsid w:val="00BD4BC8"/>
    <w:rsid w:val="00BE0BB9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365C"/>
    <w:rsid w:val="00C23A2B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A1667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5D03"/>
    <w:rsid w:val="00D00737"/>
    <w:rsid w:val="00D06139"/>
    <w:rsid w:val="00D12DE4"/>
    <w:rsid w:val="00D147B6"/>
    <w:rsid w:val="00D20CBB"/>
    <w:rsid w:val="00D30542"/>
    <w:rsid w:val="00D3323A"/>
    <w:rsid w:val="00D34091"/>
    <w:rsid w:val="00D3791B"/>
    <w:rsid w:val="00D41906"/>
    <w:rsid w:val="00D43AAD"/>
    <w:rsid w:val="00D43B9F"/>
    <w:rsid w:val="00D4463B"/>
    <w:rsid w:val="00D4472F"/>
    <w:rsid w:val="00D463AD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1930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7B0D"/>
    <w:rsid w:val="00F4227F"/>
    <w:rsid w:val="00F433D4"/>
    <w:rsid w:val="00F43D1B"/>
    <w:rsid w:val="00F4490A"/>
    <w:rsid w:val="00F45315"/>
    <w:rsid w:val="00F52028"/>
    <w:rsid w:val="00F540A7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3669"/>
    <w:rsid w:val="00F84B09"/>
    <w:rsid w:val="00F976AF"/>
    <w:rsid w:val="00FA51F1"/>
    <w:rsid w:val="00FA5398"/>
    <w:rsid w:val="00FB0DEC"/>
    <w:rsid w:val="00FB1791"/>
    <w:rsid w:val="00FB430D"/>
    <w:rsid w:val="00FB5452"/>
    <w:rsid w:val="00FC2737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3BD"/>
    <w:rsid w:val="00FE7C5C"/>
    <w:rsid w:val="00FF0527"/>
    <w:rsid w:val="00FF0BF8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47A06FF6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6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53BCA23-B94C-44B5-9B6E-4CF58E222812}"/>
</file>

<file path=customXml/itemProps2.xml><?xml version="1.0" encoding="utf-8"?>
<ds:datastoreItem xmlns:ds="http://schemas.openxmlformats.org/officeDocument/2006/customXml" ds:itemID="{E7DDD287-D784-4F16-8A4F-43EA2A155E2C}"/>
</file>

<file path=customXml/itemProps3.xml><?xml version="1.0" encoding="utf-8"?>
<ds:datastoreItem xmlns:ds="http://schemas.openxmlformats.org/officeDocument/2006/customXml" ds:itemID="{1425A79C-985D-4A58-A62F-7E1BA8810F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80</TotalTime>
  <Pages>3</Pages>
  <Words>598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6</cp:revision>
  <cp:lastPrinted>2011-12-15T11:14:00Z</cp:lastPrinted>
  <dcterms:created xsi:type="dcterms:W3CDTF">2020-03-30T15:36:00Z</dcterms:created>
  <dcterms:modified xsi:type="dcterms:W3CDTF">2022-04-20T13:18:00Z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2022-04-20T13:18:53Z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990e5c3f-93be-4ada-9627-795d2c1ba01c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50300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